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03" w:rsidRDefault="00945ACE" w:rsidP="006D5903">
      <w:pPr>
        <w:jc w:val="center"/>
        <w:rPr>
          <w:lang w:val="en-AU"/>
        </w:rPr>
      </w:pPr>
      <w:r w:rsidRPr="00945AC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1.8pt;margin-top:0;width:372.6pt;height:99.55pt;z-index:251660288;mso-width-relative:margin;mso-height-relative:margin" stroked="f">
            <v:textbox style="mso-next-textbox:#_x0000_s1026">
              <w:txbxContent>
                <w:p w:rsidR="00655CDD" w:rsidRPr="006278FA" w:rsidRDefault="00655CDD" w:rsidP="00655CDD">
                  <w:pPr>
                    <w:jc w:val="center"/>
                    <w:rPr>
                      <w:rFonts w:asciiTheme="majorHAnsi" w:hAnsiTheme="majorHAnsi"/>
                      <w:b/>
                      <w:sz w:val="40"/>
                      <w:szCs w:val="40"/>
                      <w:lang w:val="en-AU"/>
                    </w:rPr>
                  </w:pPr>
                  <w:r w:rsidRPr="006278FA">
                    <w:rPr>
                      <w:rFonts w:asciiTheme="majorHAnsi" w:hAnsiTheme="majorHAnsi"/>
                      <w:b/>
                      <w:sz w:val="40"/>
                      <w:szCs w:val="40"/>
                      <w:lang w:val="en-AU"/>
                    </w:rPr>
                    <w:t>Carmart Tyre &amp; Auto Service</w:t>
                  </w:r>
                </w:p>
                <w:p w:rsidR="00655CDD" w:rsidRPr="008F6B2B" w:rsidRDefault="00655CDD" w:rsidP="00655CDD">
                  <w:pPr>
                    <w:jc w:val="center"/>
                    <w:rPr>
                      <w:sz w:val="18"/>
                      <w:szCs w:val="18"/>
                      <w:lang w:val="en-AU"/>
                    </w:rPr>
                  </w:pPr>
                  <w:r w:rsidRPr="008F6B2B">
                    <w:rPr>
                      <w:sz w:val="18"/>
                      <w:szCs w:val="18"/>
                      <w:lang w:val="en-AU"/>
                    </w:rPr>
                    <w:t>50 Rifle Range Road, Rangeway WA 6530</w:t>
                  </w:r>
                  <w:r w:rsidR="008F6B2B" w:rsidRPr="008F6B2B">
                    <w:rPr>
                      <w:sz w:val="18"/>
                      <w:szCs w:val="18"/>
                      <w:lang w:val="en-AU"/>
                    </w:rPr>
                    <w:t xml:space="preserve">    </w:t>
                  </w:r>
                  <w:r w:rsidRPr="008F6B2B">
                    <w:rPr>
                      <w:sz w:val="18"/>
                      <w:szCs w:val="18"/>
                      <w:lang w:val="en-AU"/>
                    </w:rPr>
                    <w:t>PO Box 4087, Geraldton WA 6531</w:t>
                  </w:r>
                </w:p>
                <w:p w:rsidR="006D5903" w:rsidRDefault="00655CDD" w:rsidP="00655CD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lang w:val="en-AU"/>
                    </w:rPr>
                    <w:t xml:space="preserve">P: 08 9920 9999 </w:t>
                  </w:r>
                  <w:r w:rsidR="008F6B2B">
                    <w:rPr>
                      <w:lang w:val="en-AU"/>
                    </w:rPr>
                    <w:t xml:space="preserve">  </w:t>
                  </w:r>
                  <w:r w:rsidR="009B2E1D">
                    <w:rPr>
                      <w:lang w:val="en-AU"/>
                    </w:rPr>
                    <w:t>F: 08 9920 999</w:t>
                  </w:r>
                  <w:r>
                    <w:rPr>
                      <w:lang w:val="en-AU"/>
                    </w:rPr>
                    <w:t>8</w:t>
                  </w:r>
                  <w:r w:rsidR="008F6B2B">
                    <w:rPr>
                      <w:lang w:val="en-AU"/>
                    </w:rPr>
                    <w:t xml:space="preserve">   E: </w:t>
                  </w:r>
                  <w:hyperlink r:id="rId5" w:history="1">
                    <w:r w:rsidRPr="008F6B2B">
                      <w:rPr>
                        <w:rStyle w:val="Hyperlink"/>
                        <w:color w:val="auto"/>
                        <w:lang w:val="en-AU"/>
                      </w:rPr>
                      <w:t>admin@ctauto.com.au</w:t>
                    </w:r>
                  </w:hyperlink>
                  <w:r w:rsidR="006D5903">
                    <w:rPr>
                      <w:lang w:val="en-AU"/>
                    </w:rPr>
                    <w:t xml:space="preserve"> </w:t>
                  </w:r>
                  <w:r w:rsidR="006D5903" w:rsidRPr="006D590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655CDD" w:rsidRPr="00655CDD" w:rsidRDefault="00655CDD" w:rsidP="00655CDD">
                  <w:pPr>
                    <w:jc w:val="center"/>
                    <w:rPr>
                      <w:lang w:val="en-AU"/>
                    </w:rPr>
                  </w:pPr>
                </w:p>
              </w:txbxContent>
            </v:textbox>
          </v:shape>
        </w:pict>
      </w:r>
      <w:r w:rsidR="008F6B2B">
        <w:rPr>
          <w:noProof/>
          <w:lang w:val="en-AU"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5553075</wp:posOffset>
            </wp:positionH>
            <wp:positionV relativeFrom="paragraph">
              <wp:posOffset>-114300</wp:posOffset>
            </wp:positionV>
            <wp:extent cx="1647825" cy="688975"/>
            <wp:effectExtent l="19050" t="0" r="9525" b="0"/>
            <wp:wrapNone/>
            <wp:docPr id="3" name="Picture 1" descr="Kumho Grey on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mho Grey on Whi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64782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903" w:rsidRPr="006D5903">
        <w:rPr>
          <w:rFonts w:ascii="Arial" w:hAnsi="Arial" w:cs="Arial"/>
          <w:sz w:val="16"/>
          <w:szCs w:val="16"/>
        </w:rPr>
        <w:t xml:space="preserve"> </w:t>
      </w:r>
      <w:r w:rsidR="006D5903">
        <w:rPr>
          <w:rFonts w:ascii="Arial" w:hAnsi="Arial" w:cs="Arial"/>
          <w:sz w:val="16"/>
          <w:szCs w:val="16"/>
        </w:rPr>
        <w:t>ABN 81031352130</w:t>
      </w:r>
    </w:p>
    <w:p w:rsidR="00914CDD" w:rsidRDefault="00945ACE">
      <w:r w:rsidRPr="00945ACE">
        <w:rPr>
          <w:noProof/>
          <w:lang w:eastAsia="zh-TW"/>
        </w:rPr>
        <w:pict>
          <v:shape id="_x0000_s1027" type="#_x0000_t202" style="position:absolute;margin-left:0;margin-top:51.8pt;width:118.8pt;height:18.1pt;z-index:251665408;mso-width-relative:margin;mso-height-relative:margin" stroked="f">
            <v:textbox>
              <w:txbxContent>
                <w:p w:rsidR="008F6B2B" w:rsidRDefault="008F6B2B" w:rsidP="008F6B2B">
                  <w:pPr>
                    <w:jc w:val="center"/>
                    <w:rPr>
                      <w:lang w:val="en-A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ABN 81031352130</w:t>
                  </w:r>
                </w:p>
                <w:p w:rsidR="008F6B2B" w:rsidRDefault="008F6B2B"/>
              </w:txbxContent>
            </v:textbox>
          </v:shape>
        </w:pict>
      </w:r>
      <w:r w:rsidR="008F6B2B">
        <w:rPr>
          <w:noProof/>
          <w:lang w:val="en-AU"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538480</wp:posOffset>
            </wp:positionV>
            <wp:extent cx="1508760" cy="234315"/>
            <wp:effectExtent l="19050" t="0" r="0" b="0"/>
            <wp:wrapNone/>
            <wp:docPr id="4" name="Picture 4" descr="Roadston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adston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071" cy="23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903">
        <w:t xml:space="preserve">                   </w:t>
      </w:r>
    </w:p>
    <w:p w:rsidR="00914CDD" w:rsidRDefault="00914CDD"/>
    <w:p w:rsidR="005F3825" w:rsidRDefault="005F3825" w:rsidP="005F3825">
      <w:pPr>
        <w:jc w:val="center"/>
      </w:pPr>
    </w:p>
    <w:p w:rsidR="00786EBA" w:rsidRPr="00786EBA" w:rsidRDefault="00786EBA" w:rsidP="005F3825">
      <w:pPr>
        <w:jc w:val="center"/>
        <w:rPr>
          <w:b/>
          <w:color w:val="C00000"/>
        </w:rPr>
      </w:pPr>
      <w:r>
        <w:rPr>
          <w:b/>
          <w:color w:val="C00000"/>
        </w:rPr>
        <w:t>_____________________________________________________________________________________________________________________________________________________________________</w:t>
      </w:r>
      <w:r w:rsidR="00285779">
        <w:rPr>
          <w:b/>
          <w:color w:val="C00000"/>
        </w:rPr>
        <w:t>_______________________________</w:t>
      </w:r>
    </w:p>
    <w:sectPr w:rsidR="00786EBA" w:rsidRPr="00786EBA" w:rsidSect="00655CD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108"/>
  <w:drawingGridVerticalSpacing w:val="181"/>
  <w:displayHorizontalDrawingGridEvery w:val="2"/>
  <w:characterSpacingControl w:val="doNotCompress"/>
  <w:savePreviewPicture/>
  <w:compat/>
  <w:rsids>
    <w:rsidRoot w:val="002A0ABA"/>
    <w:rsid w:val="00032917"/>
    <w:rsid w:val="000A1A21"/>
    <w:rsid w:val="001206DA"/>
    <w:rsid w:val="00171A91"/>
    <w:rsid w:val="001E59C2"/>
    <w:rsid w:val="001F212E"/>
    <w:rsid w:val="0020568F"/>
    <w:rsid w:val="002275FE"/>
    <w:rsid w:val="00285779"/>
    <w:rsid w:val="00294860"/>
    <w:rsid w:val="002A0ABA"/>
    <w:rsid w:val="002B48EF"/>
    <w:rsid w:val="00316E41"/>
    <w:rsid w:val="0033116A"/>
    <w:rsid w:val="003E45CA"/>
    <w:rsid w:val="00403EEA"/>
    <w:rsid w:val="004357DC"/>
    <w:rsid w:val="00564ECC"/>
    <w:rsid w:val="005951D2"/>
    <w:rsid w:val="005C22AE"/>
    <w:rsid w:val="005F3825"/>
    <w:rsid w:val="006278FA"/>
    <w:rsid w:val="0064366B"/>
    <w:rsid w:val="006509A8"/>
    <w:rsid w:val="00655CDD"/>
    <w:rsid w:val="006D4A63"/>
    <w:rsid w:val="006D5903"/>
    <w:rsid w:val="00786EBA"/>
    <w:rsid w:val="007967B5"/>
    <w:rsid w:val="00803575"/>
    <w:rsid w:val="00806AC6"/>
    <w:rsid w:val="008F6B2B"/>
    <w:rsid w:val="00914CDD"/>
    <w:rsid w:val="009320A6"/>
    <w:rsid w:val="00945ACE"/>
    <w:rsid w:val="009B2E1D"/>
    <w:rsid w:val="00A47F27"/>
    <w:rsid w:val="00A54980"/>
    <w:rsid w:val="00AF3B7C"/>
    <w:rsid w:val="00B125CA"/>
    <w:rsid w:val="00B95702"/>
    <w:rsid w:val="00BF55F5"/>
    <w:rsid w:val="00C164EE"/>
    <w:rsid w:val="00C66F1B"/>
    <w:rsid w:val="00C7320F"/>
    <w:rsid w:val="00CA369A"/>
    <w:rsid w:val="00D8602D"/>
    <w:rsid w:val="00DD3793"/>
    <w:rsid w:val="00E14337"/>
    <w:rsid w:val="00E24E67"/>
    <w:rsid w:val="00E272D4"/>
    <w:rsid w:val="00E77380"/>
    <w:rsid w:val="00EC0C8F"/>
    <w:rsid w:val="00F16A9F"/>
    <w:rsid w:val="00F54868"/>
    <w:rsid w:val="00F7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5C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4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totaltyres.com.au/roadstone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mailto:admin@ctauto.com.a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Desktop\Old%20Server\Caltex\shared\Workshop\Carmart%20Tyre%20&amp;%20Auto%20Quo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906A2-4A01-45F4-9C6D-0683B0D2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Carmart Tyre &amp; Auto Quote Template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Caltex Car Mart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Caltex Car Mart</dc:creator>
  <cp:lastModifiedBy>Wayne</cp:lastModifiedBy>
  <cp:revision>4</cp:revision>
  <cp:lastPrinted>2013-08-19T05:45:00Z</cp:lastPrinted>
  <dcterms:created xsi:type="dcterms:W3CDTF">2013-09-02T01:59:00Z</dcterms:created>
  <dcterms:modified xsi:type="dcterms:W3CDTF">2015-11-10T08:35:00Z</dcterms:modified>
</cp:coreProperties>
</file>